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CA27AE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BF1835" w:rsidRDefault="00BF1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27A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9365D9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B20A423-F852-4606-8C1D-E6D57CCDFBF2}"/>
</file>

<file path=customXml/itemProps2.xml><?xml version="1.0" encoding="utf-8"?>
<ds:datastoreItem xmlns:ds="http://schemas.openxmlformats.org/officeDocument/2006/customXml" ds:itemID="{380EC46D-217D-4D37-A241-2ADF91046026}"/>
</file>

<file path=customXml/itemProps3.xml><?xml version="1.0" encoding="utf-8"?>
<ds:datastoreItem xmlns:ds="http://schemas.openxmlformats.org/officeDocument/2006/customXml" ds:itemID="{4286F695-3340-4B34-9118-2E2AF4CB538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2</Pages>
  <Words>219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